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74A7A4" w14:textId="328D3358" w:rsidR="00525119" w:rsidRDefault="00525119" w:rsidP="00E20822">
      <w:pPr>
        <w:spacing w:after="120"/>
        <w:ind w:firstLine="720"/>
        <w:rPr>
          <w:rFonts w:ascii="Segoe Print" w:hAnsi="Segoe Print"/>
          <w:b/>
          <w:sz w:val="24"/>
        </w:rPr>
      </w:pP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57728" behindDoc="0" locked="0" layoutInCell="1" allowOverlap="1" wp14:anchorId="2A96587C" wp14:editId="4D8673DB">
            <wp:simplePos x="0" y="0"/>
            <wp:positionH relativeFrom="column">
              <wp:posOffset>-203643</wp:posOffset>
            </wp:positionH>
            <wp:positionV relativeFrom="paragraph">
              <wp:posOffset>-259447</wp:posOffset>
            </wp:positionV>
            <wp:extent cx="827405" cy="568325"/>
            <wp:effectExtent l="53340" t="0" r="0" b="0"/>
            <wp:wrapNone/>
            <wp:docPr id="1" name="Picture 1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405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55680" behindDoc="0" locked="0" layoutInCell="1" allowOverlap="1" wp14:anchorId="3444C2EB" wp14:editId="4CF67A20">
            <wp:simplePos x="0" y="0"/>
            <wp:positionH relativeFrom="column">
              <wp:posOffset>7651750</wp:posOffset>
            </wp:positionH>
            <wp:positionV relativeFrom="paragraph">
              <wp:posOffset>19050</wp:posOffset>
            </wp:positionV>
            <wp:extent cx="827584" cy="568630"/>
            <wp:effectExtent l="53340" t="0" r="191135" b="0"/>
            <wp:wrapNone/>
            <wp:docPr id="18" name="Picture 18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584" cy="56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25119">
        <w:rPr>
          <w:rFonts w:ascii="Kristen ITC" w:hAnsi="Kristen ITC"/>
          <w:b/>
        </w:rPr>
        <w:t xml:space="preserve"> </w:t>
      </w:r>
      <w:r w:rsidRPr="0090117B">
        <w:rPr>
          <w:rFonts w:ascii="Segoe Print" w:hAnsi="Segoe Print"/>
          <w:b/>
          <w:sz w:val="24"/>
        </w:rPr>
        <w:t xml:space="preserve">BBQ </w:t>
      </w:r>
      <w:r w:rsidR="00993CDB">
        <w:rPr>
          <w:rFonts w:ascii="Segoe Print" w:hAnsi="Segoe Print"/>
          <w:b/>
          <w:sz w:val="24"/>
        </w:rPr>
        <w:t>17.</w:t>
      </w:r>
      <w:r w:rsidR="004B626C">
        <w:rPr>
          <w:rFonts w:ascii="Segoe Print" w:hAnsi="Segoe Print"/>
          <w:b/>
          <w:sz w:val="24"/>
        </w:rPr>
        <w:t>2</w:t>
      </w:r>
      <w:r w:rsidRPr="0090117B">
        <w:rPr>
          <w:rFonts w:ascii="Segoe Print" w:hAnsi="Segoe Print"/>
          <w:b/>
          <w:sz w:val="24"/>
        </w:rPr>
        <w:t xml:space="preserve"> FOUNDATION</w:t>
      </w:r>
      <w:r w:rsidR="00EC4CCA">
        <w:rPr>
          <w:rFonts w:ascii="Segoe Print" w:hAnsi="Segoe Print"/>
          <w:b/>
          <w:sz w:val="24"/>
        </w:rPr>
        <w:tab/>
      </w:r>
      <w:r w:rsidR="00EC4CCA">
        <w:rPr>
          <w:rFonts w:ascii="Segoe Print" w:hAnsi="Segoe Print"/>
          <w:b/>
          <w:sz w:val="24"/>
        </w:rPr>
        <w:tab/>
      </w:r>
      <w:r w:rsidR="00D14B22">
        <w:rPr>
          <w:rFonts w:ascii="Segoe Print" w:hAnsi="Segoe Print"/>
          <w:b/>
          <w:sz w:val="24"/>
        </w:rPr>
        <w:tab/>
      </w:r>
      <w:r w:rsidR="00D14B22">
        <w:rPr>
          <w:rFonts w:ascii="Segoe Print" w:hAnsi="Segoe Print"/>
          <w:b/>
          <w:sz w:val="24"/>
        </w:rPr>
        <w:tab/>
      </w:r>
      <w:r w:rsidR="00D14B22">
        <w:rPr>
          <w:rFonts w:ascii="Segoe Print" w:hAnsi="Segoe Print"/>
          <w:b/>
          <w:sz w:val="24"/>
        </w:rPr>
        <w:tab/>
        <w:t>CALCULATOR</w:t>
      </w:r>
      <w:r w:rsidR="00971AEF">
        <w:rPr>
          <w:rFonts w:ascii="Segoe Print" w:hAnsi="Segoe Print"/>
          <w:b/>
          <w:sz w:val="24"/>
        </w:rPr>
        <w:t xml:space="preserve"> ALLOWED</w:t>
      </w:r>
    </w:p>
    <w:p w14:paraId="7B500545" w14:textId="31856422" w:rsidR="00E20822" w:rsidRDefault="00E20822" w:rsidP="00E20822">
      <w:pPr>
        <w:spacing w:after="120"/>
        <w:ind w:firstLine="720"/>
        <w:rPr>
          <w:rFonts w:ascii="Segoe Print" w:hAnsi="Segoe Print"/>
          <w:b/>
          <w:sz w:val="24"/>
        </w:rPr>
      </w:pPr>
    </w:p>
    <w:tbl>
      <w:tblPr>
        <w:tblStyle w:val="TableGrid"/>
        <w:tblpPr w:leftFromText="180" w:rightFromText="180" w:vertAnchor="text" w:horzAnchor="margin" w:tblpY="-267"/>
        <w:tblOverlap w:val="never"/>
        <w:tblW w:w="10485" w:type="dxa"/>
        <w:tblLayout w:type="fixed"/>
        <w:tblLook w:val="04A0" w:firstRow="1" w:lastRow="0" w:firstColumn="1" w:lastColumn="0" w:noHBand="0" w:noVBand="1"/>
      </w:tblPr>
      <w:tblGrid>
        <w:gridCol w:w="421"/>
        <w:gridCol w:w="3827"/>
        <w:gridCol w:w="1134"/>
        <w:gridCol w:w="425"/>
        <w:gridCol w:w="4678"/>
      </w:tblGrid>
      <w:tr w:rsidR="00901228" w:rsidRPr="004C7AB3" w14:paraId="1F0DD5D9" w14:textId="77777777" w:rsidTr="00E95687">
        <w:trPr>
          <w:trHeight w:val="1407"/>
        </w:trPr>
        <w:tc>
          <w:tcPr>
            <w:tcW w:w="421" w:type="dxa"/>
            <w:tcBorders>
              <w:right w:val="nil"/>
            </w:tcBorders>
          </w:tcPr>
          <w:p w14:paraId="47E72396" w14:textId="77777777" w:rsidR="00901228" w:rsidRPr="004C7AB3" w:rsidRDefault="00901228" w:rsidP="004C7AB3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4C7AB3">
              <w:rPr>
                <w:rFonts w:ascii="Century Gothic" w:hAnsi="Century Gothic"/>
              </w:rPr>
              <w:t>1)</w:t>
            </w:r>
          </w:p>
        </w:tc>
        <w:tc>
          <w:tcPr>
            <w:tcW w:w="4961" w:type="dxa"/>
            <w:gridSpan w:val="2"/>
            <w:tcBorders>
              <w:left w:val="nil"/>
            </w:tcBorders>
          </w:tcPr>
          <w:p w14:paraId="369A268B" w14:textId="77777777" w:rsidR="00993CDB" w:rsidRPr="004C7AB3" w:rsidRDefault="00993CDB" w:rsidP="004C7AB3">
            <w:pPr>
              <w:spacing w:before="120" w:after="0" w:line="240" w:lineRule="auto"/>
              <w:rPr>
                <w:rFonts w:ascii="Century Gothic" w:hAnsi="Century Gothic" w:cs="Tahoma"/>
              </w:rPr>
            </w:pPr>
            <w:r w:rsidRPr="004C7AB3">
              <w:rPr>
                <w:rFonts w:ascii="Century Gothic" w:hAnsi="Century Gothic" w:cs="Tahoma"/>
              </w:rPr>
              <w:t>A map has a scale 1</w:t>
            </w:r>
            <w:proofErr w:type="gramStart"/>
            <w:r w:rsidRPr="004C7AB3">
              <w:rPr>
                <w:rFonts w:ascii="Century Gothic" w:hAnsi="Century Gothic" w:cs="Tahoma"/>
              </w:rPr>
              <w:t>cm :</w:t>
            </w:r>
            <w:proofErr w:type="gramEnd"/>
            <w:r w:rsidRPr="004C7AB3">
              <w:rPr>
                <w:rFonts w:ascii="Century Gothic" w:hAnsi="Century Gothic" w:cs="Tahoma"/>
              </w:rPr>
              <w:t xml:space="preserve"> 5m.</w:t>
            </w:r>
          </w:p>
          <w:p w14:paraId="094D08F0" w14:textId="6F7A9F46" w:rsidR="00901228" w:rsidRPr="004C7AB3" w:rsidRDefault="00687920" w:rsidP="004C7AB3">
            <w:pPr>
              <w:tabs>
                <w:tab w:val="left" w:pos="1440"/>
              </w:tabs>
              <w:spacing w:before="120" w:after="0" w:line="240" w:lineRule="auto"/>
              <w:jc w:val="both"/>
              <w:rPr>
                <w:rFonts w:ascii="Century Gothic" w:hAnsi="Century Gothic"/>
              </w:rPr>
            </w:pPr>
            <w:r w:rsidRPr="004C7AB3">
              <w:rPr>
                <w:rFonts w:ascii="Century Gothic" w:hAnsi="Century Gothic" w:cs="Tahoma"/>
              </w:rPr>
              <w:t>How far on the map is a distance of 45m?</w:t>
            </w:r>
          </w:p>
        </w:tc>
        <w:tc>
          <w:tcPr>
            <w:tcW w:w="425" w:type="dxa"/>
            <w:tcBorders>
              <w:right w:val="nil"/>
            </w:tcBorders>
          </w:tcPr>
          <w:p w14:paraId="6B5C91B0" w14:textId="77777777" w:rsidR="00901228" w:rsidRPr="004C7AB3" w:rsidRDefault="00901228" w:rsidP="004C7AB3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4C7AB3">
              <w:rPr>
                <w:rFonts w:ascii="Century Gothic" w:hAnsi="Century Gothic"/>
              </w:rPr>
              <w:t>2)</w:t>
            </w:r>
          </w:p>
        </w:tc>
        <w:tc>
          <w:tcPr>
            <w:tcW w:w="4678" w:type="dxa"/>
            <w:tcBorders>
              <w:left w:val="nil"/>
            </w:tcBorders>
          </w:tcPr>
          <w:p w14:paraId="7D7B3668" w14:textId="77777777" w:rsidR="006F6168" w:rsidRPr="004C7AB3" w:rsidRDefault="006F6168" w:rsidP="004C7AB3">
            <w:pPr>
              <w:spacing w:before="120" w:after="0" w:line="240" w:lineRule="auto"/>
              <w:rPr>
                <w:rFonts w:ascii="Century Gothic" w:hAnsi="Century Gothic" w:cs="Tahoma"/>
              </w:rPr>
            </w:pPr>
            <w:r w:rsidRPr="004C7AB3">
              <w:rPr>
                <w:rFonts w:ascii="Century Gothic" w:hAnsi="Century Gothic" w:cs="Tahoma"/>
              </w:rPr>
              <w:t>A boat travels 50 miles at a speed of 20 mph.  How long does it take?</w:t>
            </w:r>
          </w:p>
          <w:p w14:paraId="594DF71C" w14:textId="77E0932E" w:rsidR="00901228" w:rsidRPr="004C7AB3" w:rsidRDefault="00901228" w:rsidP="004C7AB3">
            <w:pPr>
              <w:spacing w:before="120" w:after="0" w:line="240" w:lineRule="auto"/>
              <w:rPr>
                <w:rFonts w:ascii="Century Gothic" w:hAnsi="Century Gothic" w:cs="Tahoma"/>
              </w:rPr>
            </w:pPr>
          </w:p>
        </w:tc>
      </w:tr>
      <w:tr w:rsidR="00901228" w:rsidRPr="004C7AB3" w14:paraId="2FAB904D" w14:textId="77777777" w:rsidTr="003746A9">
        <w:trPr>
          <w:trHeight w:val="1983"/>
        </w:trPr>
        <w:tc>
          <w:tcPr>
            <w:tcW w:w="421" w:type="dxa"/>
            <w:tcBorders>
              <w:bottom w:val="single" w:sz="4" w:space="0" w:color="auto"/>
              <w:right w:val="nil"/>
            </w:tcBorders>
          </w:tcPr>
          <w:p w14:paraId="70D1B627" w14:textId="77777777" w:rsidR="00901228" w:rsidRPr="004C7AB3" w:rsidRDefault="00901228" w:rsidP="004C7AB3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4C7AB3">
              <w:rPr>
                <w:rFonts w:ascii="Century Gothic" w:hAnsi="Century Gothic"/>
              </w:rPr>
              <w:t>3)</w:t>
            </w:r>
          </w:p>
        </w:tc>
        <w:tc>
          <w:tcPr>
            <w:tcW w:w="4961" w:type="dxa"/>
            <w:gridSpan w:val="2"/>
            <w:tcBorders>
              <w:left w:val="nil"/>
              <w:bottom w:val="single" w:sz="4" w:space="0" w:color="auto"/>
            </w:tcBorders>
          </w:tcPr>
          <w:p w14:paraId="247D2179" w14:textId="77777777" w:rsidR="00B658D1" w:rsidRPr="004C7AB3" w:rsidRDefault="00B658D1" w:rsidP="004C7AB3">
            <w:pPr>
              <w:spacing w:before="120" w:after="0" w:line="240" w:lineRule="auto"/>
              <w:rPr>
                <w:rFonts w:ascii="Century Gothic" w:hAnsi="Century Gothic" w:cs="Tahoma"/>
              </w:rPr>
            </w:pPr>
            <w:r w:rsidRPr="004C7AB3">
              <w:rPr>
                <w:rFonts w:ascii="Century Gothic" w:hAnsi="Century Gothic" w:cs="Tahoma"/>
              </w:rPr>
              <w:t xml:space="preserve">Lucas has black, blue and grey trousers.  </w:t>
            </w:r>
          </w:p>
          <w:p w14:paraId="6F79EAEF" w14:textId="77777777" w:rsidR="00B658D1" w:rsidRPr="004C7AB3" w:rsidRDefault="00B658D1" w:rsidP="004C7AB3">
            <w:pPr>
              <w:spacing w:before="120" w:after="0" w:line="240" w:lineRule="auto"/>
              <w:rPr>
                <w:rFonts w:ascii="Century Gothic" w:hAnsi="Century Gothic" w:cs="Tahoma"/>
              </w:rPr>
            </w:pPr>
            <w:r w:rsidRPr="004C7AB3">
              <w:rPr>
                <w:rFonts w:ascii="Century Gothic" w:hAnsi="Century Gothic" w:cs="Tahoma"/>
              </w:rPr>
              <w:t xml:space="preserve">He also has red, green and yellow t-shirts.  </w:t>
            </w:r>
          </w:p>
          <w:p w14:paraId="3845EB95" w14:textId="3336B3B5" w:rsidR="00901228" w:rsidRPr="004C7AB3" w:rsidRDefault="00B658D1" w:rsidP="004C7AB3">
            <w:pPr>
              <w:spacing w:before="120" w:after="0" w:line="240" w:lineRule="auto"/>
              <w:rPr>
                <w:rFonts w:ascii="Century Gothic" w:hAnsi="Century Gothic"/>
              </w:rPr>
            </w:pPr>
            <w:r w:rsidRPr="004C7AB3">
              <w:rPr>
                <w:rFonts w:ascii="Century Gothic" w:hAnsi="Century Gothic" w:cs="Tahoma"/>
              </w:rPr>
              <w:t>What are the combinations of trousers and t-shirts he could wear?</w:t>
            </w:r>
          </w:p>
        </w:tc>
        <w:tc>
          <w:tcPr>
            <w:tcW w:w="425" w:type="dxa"/>
            <w:tcBorders>
              <w:bottom w:val="single" w:sz="4" w:space="0" w:color="auto"/>
              <w:right w:val="nil"/>
            </w:tcBorders>
          </w:tcPr>
          <w:p w14:paraId="6D6B7EE1" w14:textId="77777777" w:rsidR="00901228" w:rsidRPr="004C7AB3" w:rsidRDefault="00901228" w:rsidP="004C7AB3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4C7AB3">
              <w:rPr>
                <w:rFonts w:ascii="Century Gothic" w:hAnsi="Century Gothic"/>
              </w:rPr>
              <w:t>4)</w:t>
            </w:r>
          </w:p>
        </w:tc>
        <w:tc>
          <w:tcPr>
            <w:tcW w:w="4678" w:type="dxa"/>
            <w:tcBorders>
              <w:left w:val="nil"/>
              <w:bottom w:val="single" w:sz="4" w:space="0" w:color="auto"/>
            </w:tcBorders>
          </w:tcPr>
          <w:p w14:paraId="36A38566" w14:textId="4135B49B" w:rsidR="00633A9B" w:rsidRPr="004C7AB3" w:rsidRDefault="00633A9B" w:rsidP="004C7AB3">
            <w:pPr>
              <w:spacing w:before="120" w:after="0" w:line="240" w:lineRule="auto"/>
              <w:rPr>
                <w:rFonts w:ascii="Century Gothic" w:hAnsi="Century Gothic"/>
              </w:rPr>
            </w:pPr>
            <w:r w:rsidRPr="004C7AB3">
              <w:rPr>
                <w:rFonts w:ascii="Century Gothic" w:hAnsi="Century Gothic" w:cs="Tahoma"/>
                <w:noProof/>
                <w:lang w:eastAsia="en-GB"/>
              </w:rPr>
              <w:t xml:space="preserve">Work out the missing </w:t>
            </w:r>
            <w:r w:rsidR="00812A7E" w:rsidRPr="004C7AB3">
              <w:rPr>
                <w:rFonts w:ascii="Century Gothic" w:hAnsi="Century Gothic" w:cs="Tahoma"/>
                <w:noProof/>
                <w:lang w:eastAsia="en-GB"/>
              </w:rPr>
              <w:t>side</w:t>
            </w:r>
            <w:r w:rsidRPr="004C7AB3">
              <w:rPr>
                <w:rFonts w:ascii="Century Gothic" w:hAnsi="Century Gothic" w:cs="Tahoma"/>
                <w:noProof/>
                <w:lang w:eastAsia="en-GB"/>
              </w:rPr>
              <w:t>.</w:t>
            </w:r>
          </w:p>
          <w:p w14:paraId="4FEF7014" w14:textId="5888E50B" w:rsidR="00901228" w:rsidRPr="004C7AB3" w:rsidRDefault="00D06317" w:rsidP="004C7AB3">
            <w:pPr>
              <w:spacing w:before="120" w:after="0" w:line="240" w:lineRule="auto"/>
              <w:rPr>
                <w:rFonts w:ascii="Century Gothic" w:hAnsi="Century Gothic"/>
              </w:rPr>
            </w:pPr>
            <w:r w:rsidRPr="004C7AB3">
              <w:rPr>
                <w:rFonts w:ascii="Century Gothic" w:hAnsi="Century Gothic" w:cs="Arial"/>
                <w:noProof/>
                <w:lang w:eastAsia="en-GB"/>
              </w:rPr>
              <w:drawing>
                <wp:inline distT="0" distB="0" distL="0" distR="0" wp14:anchorId="16C7C13F" wp14:editId="084D5718">
                  <wp:extent cx="1286510" cy="840105"/>
                  <wp:effectExtent l="0" t="0" r="8890" b="0"/>
                  <wp:docPr id="52" name="Picture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6510" cy="840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746A9" w:rsidRPr="004C7AB3" w14:paraId="44B9DE2A" w14:textId="77777777" w:rsidTr="0070395D">
        <w:trPr>
          <w:trHeight w:val="2305"/>
        </w:trPr>
        <w:tc>
          <w:tcPr>
            <w:tcW w:w="421" w:type="dxa"/>
            <w:tcBorders>
              <w:right w:val="nil"/>
            </w:tcBorders>
          </w:tcPr>
          <w:p w14:paraId="63CB9610" w14:textId="77777777" w:rsidR="003746A9" w:rsidRPr="004C7AB3" w:rsidRDefault="003746A9" w:rsidP="004C7AB3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4C7AB3">
              <w:rPr>
                <w:rFonts w:ascii="Century Gothic" w:hAnsi="Century Gothic"/>
              </w:rPr>
              <w:t>5)</w:t>
            </w:r>
          </w:p>
        </w:tc>
        <w:tc>
          <w:tcPr>
            <w:tcW w:w="3827" w:type="dxa"/>
            <w:tcBorders>
              <w:left w:val="nil"/>
              <w:right w:val="nil"/>
            </w:tcBorders>
          </w:tcPr>
          <w:p w14:paraId="251AE1C9" w14:textId="5E1722B4" w:rsidR="00F52111" w:rsidRPr="004C7AB3" w:rsidRDefault="00E95687" w:rsidP="004C7AB3">
            <w:pPr>
              <w:spacing w:before="120" w:after="0" w:line="240" w:lineRule="auto"/>
              <w:rPr>
                <w:rFonts w:ascii="Century Gothic" w:eastAsiaTheme="minorEastAsia" w:hAnsi="Century Gothic" w:cs="Tahoma"/>
                <w:noProof/>
              </w:rPr>
            </w:pPr>
            <w:r w:rsidRPr="004C7AB3">
              <w:rPr>
                <w:rFonts w:ascii="Century Gothic" w:eastAsiaTheme="minorEastAsia" w:hAnsi="Century Gothic" w:cs="Tahoma"/>
                <w:noProof/>
              </w:rPr>
              <w:t>Construct</w:t>
            </w:r>
            <w:r w:rsidR="00F52111" w:rsidRPr="004C7AB3">
              <w:rPr>
                <w:rFonts w:ascii="Century Gothic" w:eastAsiaTheme="minorEastAsia" w:hAnsi="Century Gothic" w:cs="Tahoma"/>
                <w:noProof/>
              </w:rPr>
              <w:t xml:space="preserve"> the triangle:</w:t>
            </w:r>
          </w:p>
          <w:p w14:paraId="13549964" w14:textId="3AF18101" w:rsidR="00F52111" w:rsidRPr="004C7AB3" w:rsidRDefault="004C7AB3" w:rsidP="004C7AB3">
            <w:pPr>
              <w:spacing w:before="120" w:after="0" w:line="240" w:lineRule="auto"/>
              <w:rPr>
                <w:rFonts w:ascii="Century Gothic" w:hAnsi="Century Gothic" w:cs="Tahoma"/>
              </w:rPr>
            </w:pPr>
            <w:r w:rsidRPr="004C7AB3">
              <w:rPr>
                <w:rFonts w:ascii="Century Gothic" w:hAnsi="Century Gothic" w:cs="Tahoma"/>
              </w:rPr>
              <mc:AlternateContent>
                <mc:Choice Requires="wps">
                  <w:drawing>
                    <wp:anchor distT="0" distB="0" distL="114300" distR="114300" simplePos="0" relativeHeight="251804672" behindDoc="0" locked="0" layoutInCell="1" allowOverlap="1" wp14:anchorId="34EDE9D4" wp14:editId="482C4615">
                      <wp:simplePos x="0" y="0"/>
                      <wp:positionH relativeFrom="column">
                        <wp:posOffset>337401</wp:posOffset>
                      </wp:positionH>
                      <wp:positionV relativeFrom="paragraph">
                        <wp:posOffset>223520</wp:posOffset>
                      </wp:positionV>
                      <wp:extent cx="575945" cy="320675"/>
                      <wp:effectExtent l="0" t="0" r="0" b="0"/>
                      <wp:wrapNone/>
                      <wp:docPr id="22" name="Text Box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75945" cy="3206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675242D" w14:textId="69B44440" w:rsidR="00E95687" w:rsidRPr="00FE19F8" w:rsidRDefault="00E95687" w:rsidP="00E95687">
                                  <w:r>
                                    <w:t>4</w:t>
                                  </w:r>
                                  <w:r w:rsidR="004C7AB3">
                                    <w:t>cm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34EDE9D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2" o:spid="_x0000_s1026" type="#_x0000_t202" style="position:absolute;margin-left:26.55pt;margin-top:17.6pt;width:45.35pt;height:25.25pt;z-index:2518046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" filled="f" stroked="f" strokeweight=".5pt">
                      <v:textbox>
                        <w:txbxContent>
                          <w:p w14:paraId="0675242D" w14:textId="69B44440" w:rsidR="00E95687" w:rsidRPr="00FE19F8" w:rsidRDefault="00E95687" w:rsidP="00E95687">
                            <w:r>
                              <w:t>4</w:t>
                            </w:r>
                            <w:r w:rsidR="004C7AB3">
                              <w:t>cm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52111" w:rsidRPr="004C7AB3">
              <w:rPr>
                <w:rFonts w:ascii="Century Gothic" w:eastAsiaTheme="minorEastAsia" w:hAnsi="Century Gothic" w:cs="Tahom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00576" behindDoc="0" locked="0" layoutInCell="1" allowOverlap="1" wp14:anchorId="58399428" wp14:editId="33F59BD9">
                      <wp:simplePos x="0" y="0"/>
                      <wp:positionH relativeFrom="column">
                        <wp:posOffset>465896</wp:posOffset>
                      </wp:positionH>
                      <wp:positionV relativeFrom="paragraph">
                        <wp:posOffset>164962</wp:posOffset>
                      </wp:positionV>
                      <wp:extent cx="866899" cy="510639"/>
                      <wp:effectExtent l="0" t="0" r="28575" b="22860"/>
                      <wp:wrapNone/>
                      <wp:docPr id="17" name="Isosceles Triangle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66899" cy="510639"/>
                              </a:xfrm>
                              <a:prstGeom prst="triangl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69B27B6E" id="_x0000_t5" coordsize="21600,21600" o:spt="5" adj="10800" path="m@0,l,21600r21600,xe">
                      <v:stroke joinstyle="miter"/>
                      <v:formulas>
                        <v:f eqn="val #0"/>
                        <v:f eqn="prod #0 1 2"/>
                        <v:f eqn="sum @1 10800 0"/>
                      </v:formulas>
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<v:handles>
                        <v:h position="#0,topLeft" xrange="0,21600"/>
                      </v:handles>
                    </v:shapetype>
                    <v:shape id="Isosceles Triangle 17" o:spid="_x0000_s1026" type="#_x0000_t5" style="position:absolute;margin-left:36.7pt;margin-top:13pt;width:68.25pt;height:40.2pt;z-index:251800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" fillcolor="white [3212]" strokecolor="black [3213]" strokeweight="2pt"/>
                  </w:pict>
                </mc:Fallback>
              </mc:AlternateContent>
            </w:r>
          </w:p>
          <w:p w14:paraId="2F8D3BBD" w14:textId="677CD483" w:rsidR="00F52111" w:rsidRPr="004C7AB3" w:rsidRDefault="00E95687" w:rsidP="004C7AB3">
            <w:pPr>
              <w:spacing w:before="120" w:after="0" w:line="240" w:lineRule="auto"/>
              <w:rPr>
                <w:rFonts w:ascii="Century Gothic" w:hAnsi="Century Gothic" w:cs="Tahoma"/>
              </w:rPr>
            </w:pPr>
            <w:r w:rsidRPr="004C7AB3">
              <w:rPr>
                <w:rFonts w:ascii="Century Gothic" w:hAnsi="Century Gothic" w:cs="Tahoma"/>
              </w:rPr>
              <mc:AlternateContent>
                <mc:Choice Requires="wps">
                  <w:drawing>
                    <wp:anchor distT="0" distB="0" distL="114300" distR="114300" simplePos="0" relativeHeight="251803648" behindDoc="0" locked="0" layoutInCell="1" allowOverlap="1" wp14:anchorId="2112BF5C" wp14:editId="1C105817">
                      <wp:simplePos x="0" y="0"/>
                      <wp:positionH relativeFrom="column">
                        <wp:posOffset>521132</wp:posOffset>
                      </wp:positionH>
                      <wp:positionV relativeFrom="paragraph">
                        <wp:posOffset>195580</wp:posOffset>
                      </wp:positionV>
                      <wp:extent cx="575945" cy="320675"/>
                      <wp:effectExtent l="0" t="0" r="0" b="0"/>
                      <wp:wrapNone/>
                      <wp:docPr id="21" name="Text Box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75945" cy="3206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73990CF" w14:textId="1BD03274" w:rsidR="00E95687" w:rsidRPr="00FE19F8" w:rsidRDefault="004C7AB3" w:rsidP="00E95687">
                                  <w:r>
                                    <w:t>7</w:t>
                                  </w:r>
                                  <w:r w:rsidR="00E95687">
                                    <w:t>5</w:t>
                                  </w:r>
                                  <w:r w:rsidR="00E95687">
                                    <w:rPr>
                                      <w:vertAlign w:val="superscript"/>
                                    </w:rPr>
                                    <w:t>o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2112BF5C" id="Text Box 21" o:spid="_x0000_s1027" type="#_x0000_t202" style="position:absolute;margin-left:41.05pt;margin-top:15.4pt;width:45.35pt;height:25.25pt;z-index:251803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" filled="f" stroked="f" strokeweight=".5pt">
                      <v:textbox>
                        <w:txbxContent>
                          <w:p w14:paraId="473990CF" w14:textId="1BD03274" w:rsidR="00E95687" w:rsidRPr="00FE19F8" w:rsidRDefault="004C7AB3" w:rsidP="00E95687">
                            <w:r>
                              <w:t>7</w:t>
                            </w:r>
                            <w:r w:rsidR="00E95687">
                              <w:t>5</w:t>
                            </w:r>
                            <w:r w:rsidR="00E95687">
                              <w:rPr>
                                <w:vertAlign w:val="superscript"/>
                              </w:rPr>
                              <w:t>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C7AB3">
              <w:rPr>
                <w:rFonts w:ascii="Century Gothic" w:hAnsi="Century Gothic" w:cs="Tahoma"/>
              </w:rPr>
              <mc:AlternateContent>
                <mc:Choice Requires="wps">
                  <w:drawing>
                    <wp:anchor distT="0" distB="0" distL="114300" distR="114300" simplePos="0" relativeHeight="251802624" behindDoc="0" locked="0" layoutInCell="1" allowOverlap="1" wp14:anchorId="4024E394" wp14:editId="470C2357">
                      <wp:simplePos x="0" y="0"/>
                      <wp:positionH relativeFrom="column">
                        <wp:posOffset>654050</wp:posOffset>
                      </wp:positionH>
                      <wp:positionV relativeFrom="paragraph">
                        <wp:posOffset>424815</wp:posOffset>
                      </wp:positionV>
                      <wp:extent cx="575945" cy="320675"/>
                      <wp:effectExtent l="0" t="0" r="0" b="0"/>
                      <wp:wrapNone/>
                      <wp:docPr id="19" name="Text Box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75945" cy="3206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6D151BD" w14:textId="77777777" w:rsidR="00E95687" w:rsidRDefault="00E95687" w:rsidP="00E95687">
                                  <w:r>
                                    <w:t>5cm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4024E394" id="Text Box 19" o:spid="_x0000_s1028" type="#_x0000_t202" style="position:absolute;margin-left:51.5pt;margin-top:33.45pt;width:45.35pt;height:25.25pt;z-index:251802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" filled="f" stroked="f" strokeweight=".5pt">
                      <v:textbox>
                        <w:txbxContent>
                          <w:p w14:paraId="26D151BD" w14:textId="77777777" w:rsidR="00E95687" w:rsidRDefault="00E95687" w:rsidP="00E95687">
                            <w:r>
                              <w:t>5cm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014AE195" w14:textId="4BE4B8E0" w:rsidR="003746A9" w:rsidRPr="004C7AB3" w:rsidRDefault="003746A9" w:rsidP="004C7AB3">
            <w:pPr>
              <w:spacing w:before="120" w:after="0" w:line="240" w:lineRule="auto"/>
              <w:rPr>
                <w:rFonts w:ascii="Century Gothic" w:hAnsi="Century Gothic" w:cs="Tahoma"/>
              </w:rPr>
            </w:pPr>
          </w:p>
        </w:tc>
        <w:tc>
          <w:tcPr>
            <w:tcW w:w="6237" w:type="dxa"/>
            <w:gridSpan w:val="3"/>
            <w:tcBorders>
              <w:left w:val="nil"/>
            </w:tcBorders>
          </w:tcPr>
          <w:p w14:paraId="49831498" w14:textId="389B3E50" w:rsidR="003746A9" w:rsidRPr="004C7AB3" w:rsidRDefault="000A7C28" w:rsidP="004C7AB3">
            <w:pPr>
              <w:spacing w:before="120" w:after="0" w:line="240" w:lineRule="auto"/>
              <w:rPr>
                <w:rFonts w:ascii="Century Gothic" w:hAnsi="Century Gothic" w:cs="Tahoma"/>
              </w:rPr>
            </w:pPr>
            <w:r w:rsidRPr="004C7AB3">
              <w:rPr>
                <w:rFonts w:ascii="Century Gothic" w:hAnsi="Century Gothic"/>
                <w:noProof/>
                <w:lang w:eastAsia="en-GB"/>
              </w:rPr>
              <w:drawing>
                <wp:anchor distT="0" distB="0" distL="114300" distR="114300" simplePos="0" relativeHeight="251737088" behindDoc="0" locked="0" layoutInCell="1" allowOverlap="1" wp14:anchorId="1B6D59DE" wp14:editId="36B2649F">
                  <wp:simplePos x="0" y="0"/>
                  <wp:positionH relativeFrom="column">
                    <wp:posOffset>3446145</wp:posOffset>
                  </wp:positionH>
                  <wp:positionV relativeFrom="paragraph">
                    <wp:posOffset>1137149</wp:posOffset>
                  </wp:positionV>
                  <wp:extent cx="572135" cy="401320"/>
                  <wp:effectExtent l="0" t="0" r="0" b="5080"/>
                  <wp:wrapNone/>
                  <wp:docPr id="47" name="Picture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MathsZest Logo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2135" cy="401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5AAA0DBA" w14:textId="655F4630" w:rsidR="002774AB" w:rsidRDefault="002774AB" w:rsidP="00E95687">
      <w:pPr>
        <w:spacing w:after="120"/>
        <w:ind w:firstLine="720"/>
        <w:rPr>
          <w:rFonts w:ascii="Kristen ITC" w:hAnsi="Kristen ITC"/>
          <w:b/>
        </w:rPr>
      </w:pP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807744" behindDoc="0" locked="0" layoutInCell="1" allowOverlap="1" wp14:anchorId="3545F604" wp14:editId="6CB8092E">
            <wp:simplePos x="0" y="0"/>
            <wp:positionH relativeFrom="column">
              <wp:posOffset>-149286</wp:posOffset>
            </wp:positionH>
            <wp:positionV relativeFrom="paragraph">
              <wp:posOffset>91114</wp:posOffset>
            </wp:positionV>
            <wp:extent cx="827405" cy="568325"/>
            <wp:effectExtent l="53340" t="0" r="0" b="0"/>
            <wp:wrapNone/>
            <wp:docPr id="48" name="Picture 48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405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95687"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806720" behindDoc="0" locked="0" layoutInCell="1" allowOverlap="1" wp14:anchorId="6F79DFDE" wp14:editId="318E4228">
            <wp:simplePos x="0" y="0"/>
            <wp:positionH relativeFrom="column">
              <wp:posOffset>7651750</wp:posOffset>
            </wp:positionH>
            <wp:positionV relativeFrom="paragraph">
              <wp:posOffset>19050</wp:posOffset>
            </wp:positionV>
            <wp:extent cx="827584" cy="568630"/>
            <wp:effectExtent l="53340" t="0" r="191135" b="0"/>
            <wp:wrapNone/>
            <wp:docPr id="49" name="Picture 49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584" cy="56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95687" w:rsidRPr="00525119">
        <w:rPr>
          <w:rFonts w:ascii="Kristen ITC" w:hAnsi="Kristen ITC"/>
          <w:b/>
        </w:rPr>
        <w:t xml:space="preserve"> </w:t>
      </w:r>
    </w:p>
    <w:p w14:paraId="3A38C7F3" w14:textId="2A9C4CFE" w:rsidR="004C7AB3" w:rsidRDefault="004C7AB3" w:rsidP="004C7AB3">
      <w:pPr>
        <w:spacing w:after="120"/>
        <w:ind w:firstLine="720"/>
        <w:rPr>
          <w:rFonts w:ascii="Segoe Print" w:hAnsi="Segoe Print"/>
          <w:b/>
          <w:sz w:val="24"/>
        </w:rPr>
      </w:pPr>
      <w:bookmarkStart w:id="0" w:name="_GoBack"/>
      <w:bookmarkEnd w:id="0"/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809792" behindDoc="0" locked="0" layoutInCell="1" allowOverlap="1" wp14:anchorId="1283D427" wp14:editId="494270AF">
            <wp:simplePos x="0" y="0"/>
            <wp:positionH relativeFrom="column">
              <wp:posOffset>7651750</wp:posOffset>
            </wp:positionH>
            <wp:positionV relativeFrom="paragraph">
              <wp:posOffset>19050</wp:posOffset>
            </wp:positionV>
            <wp:extent cx="827584" cy="568630"/>
            <wp:effectExtent l="53340" t="0" r="191135" b="0"/>
            <wp:wrapNone/>
            <wp:docPr id="58" name="Picture 58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584" cy="56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25119">
        <w:rPr>
          <w:rFonts w:ascii="Kristen ITC" w:hAnsi="Kristen ITC"/>
          <w:b/>
        </w:rPr>
        <w:t xml:space="preserve"> </w:t>
      </w:r>
      <w:r w:rsidRPr="0090117B">
        <w:rPr>
          <w:rFonts w:ascii="Segoe Print" w:hAnsi="Segoe Print"/>
          <w:b/>
          <w:sz w:val="24"/>
        </w:rPr>
        <w:t xml:space="preserve">BBQ </w:t>
      </w:r>
      <w:r>
        <w:rPr>
          <w:rFonts w:ascii="Segoe Print" w:hAnsi="Segoe Print"/>
          <w:b/>
          <w:sz w:val="24"/>
        </w:rPr>
        <w:t>17.2</w:t>
      </w:r>
      <w:r w:rsidRPr="0090117B">
        <w:rPr>
          <w:rFonts w:ascii="Segoe Print" w:hAnsi="Segoe Print"/>
          <w:b/>
          <w:sz w:val="24"/>
        </w:rPr>
        <w:t xml:space="preserve"> FOUNDATION</w:t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  <w:t>CALCULATOR ALLOWED</w:t>
      </w:r>
    </w:p>
    <w:p w14:paraId="2F5B93C3" w14:textId="77777777" w:rsidR="004C7AB3" w:rsidRDefault="004C7AB3" w:rsidP="004C7AB3">
      <w:pPr>
        <w:spacing w:after="120"/>
        <w:ind w:firstLine="720"/>
        <w:rPr>
          <w:rFonts w:ascii="Segoe Print" w:hAnsi="Segoe Print"/>
          <w:b/>
          <w:sz w:val="24"/>
        </w:rPr>
      </w:pPr>
    </w:p>
    <w:tbl>
      <w:tblPr>
        <w:tblStyle w:val="TableGrid"/>
        <w:tblpPr w:leftFromText="180" w:rightFromText="180" w:vertAnchor="text" w:horzAnchor="margin" w:tblpY="-267"/>
        <w:tblOverlap w:val="never"/>
        <w:tblW w:w="10485" w:type="dxa"/>
        <w:tblLayout w:type="fixed"/>
        <w:tblLook w:val="04A0" w:firstRow="1" w:lastRow="0" w:firstColumn="1" w:lastColumn="0" w:noHBand="0" w:noVBand="1"/>
      </w:tblPr>
      <w:tblGrid>
        <w:gridCol w:w="421"/>
        <w:gridCol w:w="3827"/>
        <w:gridCol w:w="1134"/>
        <w:gridCol w:w="425"/>
        <w:gridCol w:w="4678"/>
      </w:tblGrid>
      <w:tr w:rsidR="004C7AB3" w:rsidRPr="004C7AB3" w14:paraId="76B257DC" w14:textId="77777777" w:rsidTr="00EA5960">
        <w:trPr>
          <w:trHeight w:val="1407"/>
        </w:trPr>
        <w:tc>
          <w:tcPr>
            <w:tcW w:w="421" w:type="dxa"/>
            <w:tcBorders>
              <w:right w:val="nil"/>
            </w:tcBorders>
          </w:tcPr>
          <w:p w14:paraId="67407B8D" w14:textId="77777777" w:rsidR="004C7AB3" w:rsidRPr="004C7AB3" w:rsidRDefault="004C7AB3" w:rsidP="00EA5960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4C7AB3">
              <w:rPr>
                <w:rFonts w:ascii="Century Gothic" w:hAnsi="Century Gothic"/>
              </w:rPr>
              <w:t>1)</w:t>
            </w:r>
          </w:p>
        </w:tc>
        <w:tc>
          <w:tcPr>
            <w:tcW w:w="4961" w:type="dxa"/>
            <w:gridSpan w:val="2"/>
            <w:tcBorders>
              <w:left w:val="nil"/>
            </w:tcBorders>
          </w:tcPr>
          <w:p w14:paraId="2FD0B6A7" w14:textId="77777777" w:rsidR="004C7AB3" w:rsidRPr="004C7AB3" w:rsidRDefault="004C7AB3" w:rsidP="00EA5960">
            <w:pPr>
              <w:spacing w:before="120" w:after="0" w:line="240" w:lineRule="auto"/>
              <w:rPr>
                <w:rFonts w:ascii="Century Gothic" w:hAnsi="Century Gothic" w:cs="Tahoma"/>
              </w:rPr>
            </w:pPr>
            <w:r w:rsidRPr="004C7AB3">
              <w:rPr>
                <w:rFonts w:ascii="Century Gothic" w:hAnsi="Century Gothic" w:cs="Tahoma"/>
              </w:rPr>
              <w:t>A map has a scale 1</w:t>
            </w:r>
            <w:proofErr w:type="gramStart"/>
            <w:r w:rsidRPr="004C7AB3">
              <w:rPr>
                <w:rFonts w:ascii="Century Gothic" w:hAnsi="Century Gothic" w:cs="Tahoma"/>
              </w:rPr>
              <w:t>cm :</w:t>
            </w:r>
            <w:proofErr w:type="gramEnd"/>
            <w:r w:rsidRPr="004C7AB3">
              <w:rPr>
                <w:rFonts w:ascii="Century Gothic" w:hAnsi="Century Gothic" w:cs="Tahoma"/>
              </w:rPr>
              <w:t xml:space="preserve"> 5m.</w:t>
            </w:r>
          </w:p>
          <w:p w14:paraId="74FBE3C1" w14:textId="77777777" w:rsidR="004C7AB3" w:rsidRPr="004C7AB3" w:rsidRDefault="004C7AB3" w:rsidP="00EA5960">
            <w:pPr>
              <w:tabs>
                <w:tab w:val="left" w:pos="1440"/>
              </w:tabs>
              <w:spacing w:before="120" w:after="0" w:line="240" w:lineRule="auto"/>
              <w:jc w:val="both"/>
              <w:rPr>
                <w:rFonts w:ascii="Century Gothic" w:hAnsi="Century Gothic"/>
              </w:rPr>
            </w:pPr>
            <w:r w:rsidRPr="004C7AB3">
              <w:rPr>
                <w:rFonts w:ascii="Century Gothic" w:hAnsi="Century Gothic" w:cs="Tahoma"/>
              </w:rPr>
              <w:t>How far on the map is a distance of 45m?</w:t>
            </w:r>
          </w:p>
        </w:tc>
        <w:tc>
          <w:tcPr>
            <w:tcW w:w="425" w:type="dxa"/>
            <w:tcBorders>
              <w:right w:val="nil"/>
            </w:tcBorders>
          </w:tcPr>
          <w:p w14:paraId="7E5D6110" w14:textId="77777777" w:rsidR="004C7AB3" w:rsidRPr="004C7AB3" w:rsidRDefault="004C7AB3" w:rsidP="00EA5960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4C7AB3">
              <w:rPr>
                <w:rFonts w:ascii="Century Gothic" w:hAnsi="Century Gothic"/>
              </w:rPr>
              <w:t>2)</w:t>
            </w:r>
          </w:p>
        </w:tc>
        <w:tc>
          <w:tcPr>
            <w:tcW w:w="4678" w:type="dxa"/>
            <w:tcBorders>
              <w:left w:val="nil"/>
            </w:tcBorders>
          </w:tcPr>
          <w:p w14:paraId="5F61B00D" w14:textId="77777777" w:rsidR="004C7AB3" w:rsidRPr="004C7AB3" w:rsidRDefault="004C7AB3" w:rsidP="00EA5960">
            <w:pPr>
              <w:spacing w:before="120" w:after="0" w:line="240" w:lineRule="auto"/>
              <w:rPr>
                <w:rFonts w:ascii="Century Gothic" w:hAnsi="Century Gothic" w:cs="Tahoma"/>
              </w:rPr>
            </w:pPr>
            <w:r w:rsidRPr="004C7AB3">
              <w:rPr>
                <w:rFonts w:ascii="Century Gothic" w:hAnsi="Century Gothic" w:cs="Tahoma"/>
              </w:rPr>
              <w:t>A boat travels 50 miles at a speed of 20 mph.  How long does it take?</w:t>
            </w:r>
          </w:p>
          <w:p w14:paraId="41ABCBB3" w14:textId="77777777" w:rsidR="004C7AB3" w:rsidRPr="004C7AB3" w:rsidRDefault="004C7AB3" w:rsidP="00EA5960">
            <w:pPr>
              <w:spacing w:before="120" w:after="0" w:line="240" w:lineRule="auto"/>
              <w:rPr>
                <w:rFonts w:ascii="Century Gothic" w:hAnsi="Century Gothic" w:cs="Tahoma"/>
              </w:rPr>
            </w:pPr>
          </w:p>
        </w:tc>
      </w:tr>
      <w:tr w:rsidR="004C7AB3" w:rsidRPr="004C7AB3" w14:paraId="16EF4F62" w14:textId="77777777" w:rsidTr="00EA5960">
        <w:trPr>
          <w:trHeight w:val="1983"/>
        </w:trPr>
        <w:tc>
          <w:tcPr>
            <w:tcW w:w="421" w:type="dxa"/>
            <w:tcBorders>
              <w:bottom w:val="single" w:sz="4" w:space="0" w:color="auto"/>
              <w:right w:val="nil"/>
            </w:tcBorders>
          </w:tcPr>
          <w:p w14:paraId="32E177DA" w14:textId="77777777" w:rsidR="004C7AB3" w:rsidRPr="004C7AB3" w:rsidRDefault="004C7AB3" w:rsidP="00EA5960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4C7AB3">
              <w:rPr>
                <w:rFonts w:ascii="Century Gothic" w:hAnsi="Century Gothic"/>
              </w:rPr>
              <w:t>3)</w:t>
            </w:r>
          </w:p>
        </w:tc>
        <w:tc>
          <w:tcPr>
            <w:tcW w:w="4961" w:type="dxa"/>
            <w:gridSpan w:val="2"/>
            <w:tcBorders>
              <w:left w:val="nil"/>
              <w:bottom w:val="single" w:sz="4" w:space="0" w:color="auto"/>
            </w:tcBorders>
          </w:tcPr>
          <w:p w14:paraId="0EBFB373" w14:textId="77777777" w:rsidR="004C7AB3" w:rsidRPr="004C7AB3" w:rsidRDefault="004C7AB3" w:rsidP="00EA5960">
            <w:pPr>
              <w:spacing w:before="120" w:after="0" w:line="240" w:lineRule="auto"/>
              <w:rPr>
                <w:rFonts w:ascii="Century Gothic" w:hAnsi="Century Gothic" w:cs="Tahoma"/>
              </w:rPr>
            </w:pPr>
            <w:r w:rsidRPr="004C7AB3">
              <w:rPr>
                <w:rFonts w:ascii="Century Gothic" w:hAnsi="Century Gothic" w:cs="Tahoma"/>
              </w:rPr>
              <w:t xml:space="preserve">Lucas has black, blue and grey trousers.  </w:t>
            </w:r>
          </w:p>
          <w:p w14:paraId="6B5400AA" w14:textId="77777777" w:rsidR="004C7AB3" w:rsidRPr="004C7AB3" w:rsidRDefault="004C7AB3" w:rsidP="00EA5960">
            <w:pPr>
              <w:spacing w:before="120" w:after="0" w:line="240" w:lineRule="auto"/>
              <w:rPr>
                <w:rFonts w:ascii="Century Gothic" w:hAnsi="Century Gothic" w:cs="Tahoma"/>
              </w:rPr>
            </w:pPr>
            <w:r w:rsidRPr="004C7AB3">
              <w:rPr>
                <w:rFonts w:ascii="Century Gothic" w:hAnsi="Century Gothic" w:cs="Tahoma"/>
              </w:rPr>
              <w:t xml:space="preserve">He also has red, green and yellow t-shirts.  </w:t>
            </w:r>
          </w:p>
          <w:p w14:paraId="10AA7B50" w14:textId="77777777" w:rsidR="004C7AB3" w:rsidRPr="004C7AB3" w:rsidRDefault="004C7AB3" w:rsidP="00EA5960">
            <w:pPr>
              <w:spacing w:before="120" w:after="0" w:line="240" w:lineRule="auto"/>
              <w:rPr>
                <w:rFonts w:ascii="Century Gothic" w:hAnsi="Century Gothic"/>
              </w:rPr>
            </w:pPr>
            <w:r w:rsidRPr="004C7AB3">
              <w:rPr>
                <w:rFonts w:ascii="Century Gothic" w:hAnsi="Century Gothic" w:cs="Tahoma"/>
              </w:rPr>
              <w:t>What are the combinations of trousers and t-shirts he could wear?</w:t>
            </w:r>
          </w:p>
        </w:tc>
        <w:tc>
          <w:tcPr>
            <w:tcW w:w="425" w:type="dxa"/>
            <w:tcBorders>
              <w:bottom w:val="single" w:sz="4" w:space="0" w:color="auto"/>
              <w:right w:val="nil"/>
            </w:tcBorders>
          </w:tcPr>
          <w:p w14:paraId="774961C8" w14:textId="77777777" w:rsidR="004C7AB3" w:rsidRPr="004C7AB3" w:rsidRDefault="004C7AB3" w:rsidP="00EA5960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4C7AB3">
              <w:rPr>
                <w:rFonts w:ascii="Century Gothic" w:hAnsi="Century Gothic"/>
              </w:rPr>
              <w:t>4)</w:t>
            </w:r>
          </w:p>
        </w:tc>
        <w:tc>
          <w:tcPr>
            <w:tcW w:w="4678" w:type="dxa"/>
            <w:tcBorders>
              <w:left w:val="nil"/>
              <w:bottom w:val="single" w:sz="4" w:space="0" w:color="auto"/>
            </w:tcBorders>
          </w:tcPr>
          <w:p w14:paraId="55393EED" w14:textId="77777777" w:rsidR="004C7AB3" w:rsidRPr="004C7AB3" w:rsidRDefault="004C7AB3" w:rsidP="00EA5960">
            <w:pPr>
              <w:spacing w:before="120" w:after="0" w:line="240" w:lineRule="auto"/>
              <w:rPr>
                <w:rFonts w:ascii="Century Gothic" w:hAnsi="Century Gothic"/>
              </w:rPr>
            </w:pPr>
            <w:r w:rsidRPr="004C7AB3">
              <w:rPr>
                <w:rFonts w:ascii="Century Gothic" w:hAnsi="Century Gothic" w:cs="Tahoma"/>
                <w:noProof/>
                <w:lang w:eastAsia="en-GB"/>
              </w:rPr>
              <w:t>Work out the missing side.</w:t>
            </w:r>
          </w:p>
          <w:p w14:paraId="102FDAF3" w14:textId="77777777" w:rsidR="004C7AB3" w:rsidRPr="004C7AB3" w:rsidRDefault="004C7AB3" w:rsidP="00EA5960">
            <w:pPr>
              <w:spacing w:before="120" w:after="0" w:line="240" w:lineRule="auto"/>
              <w:rPr>
                <w:rFonts w:ascii="Century Gothic" w:hAnsi="Century Gothic"/>
              </w:rPr>
            </w:pPr>
            <w:r w:rsidRPr="004C7AB3">
              <w:rPr>
                <w:rFonts w:ascii="Century Gothic" w:hAnsi="Century Gothic" w:cs="Arial"/>
                <w:noProof/>
                <w:lang w:eastAsia="en-GB"/>
              </w:rPr>
              <w:drawing>
                <wp:inline distT="0" distB="0" distL="0" distR="0" wp14:anchorId="39AC2892" wp14:editId="1C9D4CD9">
                  <wp:extent cx="1286510" cy="840105"/>
                  <wp:effectExtent l="0" t="0" r="8890" b="0"/>
                  <wp:docPr id="59" name="Picture 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6510" cy="840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C7AB3" w:rsidRPr="004C7AB3" w14:paraId="43EF9A46" w14:textId="77777777" w:rsidTr="00EA5960">
        <w:trPr>
          <w:trHeight w:val="2305"/>
        </w:trPr>
        <w:tc>
          <w:tcPr>
            <w:tcW w:w="421" w:type="dxa"/>
            <w:tcBorders>
              <w:right w:val="nil"/>
            </w:tcBorders>
          </w:tcPr>
          <w:p w14:paraId="75C5116E" w14:textId="77777777" w:rsidR="004C7AB3" w:rsidRPr="004C7AB3" w:rsidRDefault="004C7AB3" w:rsidP="00EA5960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4C7AB3">
              <w:rPr>
                <w:rFonts w:ascii="Century Gothic" w:hAnsi="Century Gothic"/>
              </w:rPr>
              <w:t>5)</w:t>
            </w:r>
          </w:p>
        </w:tc>
        <w:tc>
          <w:tcPr>
            <w:tcW w:w="3827" w:type="dxa"/>
            <w:tcBorders>
              <w:left w:val="nil"/>
              <w:right w:val="nil"/>
            </w:tcBorders>
          </w:tcPr>
          <w:p w14:paraId="243A96F5" w14:textId="77777777" w:rsidR="004C7AB3" w:rsidRPr="004C7AB3" w:rsidRDefault="004C7AB3" w:rsidP="00EA5960">
            <w:pPr>
              <w:spacing w:before="120" w:after="0" w:line="240" w:lineRule="auto"/>
              <w:rPr>
                <w:rFonts w:ascii="Century Gothic" w:eastAsiaTheme="minorEastAsia" w:hAnsi="Century Gothic" w:cs="Tahoma"/>
                <w:noProof/>
              </w:rPr>
            </w:pPr>
            <w:r w:rsidRPr="004C7AB3">
              <w:rPr>
                <w:rFonts w:ascii="Century Gothic" w:eastAsiaTheme="minorEastAsia" w:hAnsi="Century Gothic" w:cs="Tahoma"/>
                <w:noProof/>
              </w:rPr>
              <w:t>Construct the triangle:</w:t>
            </w:r>
          </w:p>
          <w:p w14:paraId="76BE015A" w14:textId="77777777" w:rsidR="004C7AB3" w:rsidRPr="004C7AB3" w:rsidRDefault="004C7AB3" w:rsidP="00EA5960">
            <w:pPr>
              <w:spacing w:before="120" w:after="0" w:line="240" w:lineRule="auto"/>
              <w:rPr>
                <w:rFonts w:ascii="Century Gothic" w:hAnsi="Century Gothic" w:cs="Tahoma"/>
              </w:rPr>
            </w:pPr>
            <w:r w:rsidRPr="004C7AB3">
              <w:rPr>
                <w:rFonts w:ascii="Century Gothic" w:hAnsi="Century Gothic" w:cs="Tahoma"/>
              </w:rPr>
              <mc:AlternateContent>
                <mc:Choice Requires="wps">
                  <w:drawing>
                    <wp:anchor distT="0" distB="0" distL="114300" distR="114300" simplePos="0" relativeHeight="251815936" behindDoc="0" locked="0" layoutInCell="1" allowOverlap="1" wp14:anchorId="5999D235" wp14:editId="7D222FFD">
                      <wp:simplePos x="0" y="0"/>
                      <wp:positionH relativeFrom="column">
                        <wp:posOffset>337401</wp:posOffset>
                      </wp:positionH>
                      <wp:positionV relativeFrom="paragraph">
                        <wp:posOffset>223520</wp:posOffset>
                      </wp:positionV>
                      <wp:extent cx="575945" cy="320675"/>
                      <wp:effectExtent l="0" t="0" r="0" b="0"/>
                      <wp:wrapNone/>
                      <wp:docPr id="53" name="Text Box 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75945" cy="3206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FEA837B" w14:textId="77777777" w:rsidR="004C7AB3" w:rsidRPr="00FE19F8" w:rsidRDefault="004C7AB3" w:rsidP="004C7AB3">
                                  <w:r>
                                    <w:t>4cm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5999D235" id="Text Box 53" o:spid="_x0000_s1029" type="#_x0000_t202" style="position:absolute;margin-left:26.55pt;margin-top:17.6pt;width:45.35pt;height:25.25pt;z-index:2518159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" filled="f" stroked="f" strokeweight=".5pt">
                      <v:textbox>
                        <w:txbxContent>
                          <w:p w14:paraId="0FEA837B" w14:textId="77777777" w:rsidR="004C7AB3" w:rsidRPr="00FE19F8" w:rsidRDefault="004C7AB3" w:rsidP="004C7AB3">
                            <w:r>
                              <w:t>4cm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C7AB3">
              <w:rPr>
                <w:rFonts w:ascii="Century Gothic" w:eastAsiaTheme="minorEastAsia" w:hAnsi="Century Gothic" w:cs="Tahom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12864" behindDoc="0" locked="0" layoutInCell="1" allowOverlap="1" wp14:anchorId="2397FCF7" wp14:editId="18D0538B">
                      <wp:simplePos x="0" y="0"/>
                      <wp:positionH relativeFrom="column">
                        <wp:posOffset>465896</wp:posOffset>
                      </wp:positionH>
                      <wp:positionV relativeFrom="paragraph">
                        <wp:posOffset>164962</wp:posOffset>
                      </wp:positionV>
                      <wp:extent cx="866899" cy="510639"/>
                      <wp:effectExtent l="0" t="0" r="28575" b="22860"/>
                      <wp:wrapNone/>
                      <wp:docPr id="54" name="Isosceles Triangle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66899" cy="510639"/>
                              </a:xfrm>
                              <a:prstGeom prst="triangl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CA402F7" id="Isosceles Triangle 17" o:spid="_x0000_s1026" type="#_x0000_t5" style="position:absolute;margin-left:36.7pt;margin-top:13pt;width:68.25pt;height:40.2pt;z-index:251812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" fillcolor="white [3212]" strokecolor="black [3213]" strokeweight="2pt"/>
                  </w:pict>
                </mc:Fallback>
              </mc:AlternateContent>
            </w:r>
          </w:p>
          <w:p w14:paraId="7246DD6B" w14:textId="77777777" w:rsidR="004C7AB3" w:rsidRPr="004C7AB3" w:rsidRDefault="004C7AB3" w:rsidP="00EA5960">
            <w:pPr>
              <w:spacing w:before="120" w:after="0" w:line="240" w:lineRule="auto"/>
              <w:rPr>
                <w:rFonts w:ascii="Century Gothic" w:hAnsi="Century Gothic" w:cs="Tahoma"/>
              </w:rPr>
            </w:pPr>
            <w:r w:rsidRPr="004C7AB3">
              <w:rPr>
                <w:rFonts w:ascii="Century Gothic" w:hAnsi="Century Gothic" w:cs="Tahoma"/>
              </w:rPr>
              <mc:AlternateContent>
                <mc:Choice Requires="wps">
                  <w:drawing>
                    <wp:anchor distT="0" distB="0" distL="114300" distR="114300" simplePos="0" relativeHeight="251814912" behindDoc="0" locked="0" layoutInCell="1" allowOverlap="1" wp14:anchorId="0B21BDBC" wp14:editId="28789EA7">
                      <wp:simplePos x="0" y="0"/>
                      <wp:positionH relativeFrom="column">
                        <wp:posOffset>521132</wp:posOffset>
                      </wp:positionH>
                      <wp:positionV relativeFrom="paragraph">
                        <wp:posOffset>195580</wp:posOffset>
                      </wp:positionV>
                      <wp:extent cx="575945" cy="320675"/>
                      <wp:effectExtent l="0" t="0" r="0" b="0"/>
                      <wp:wrapNone/>
                      <wp:docPr id="55" name="Text Box 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75945" cy="3206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2C2CBBE" w14:textId="77777777" w:rsidR="004C7AB3" w:rsidRPr="00FE19F8" w:rsidRDefault="004C7AB3" w:rsidP="004C7AB3">
                                  <w:r>
                                    <w:t>75</w:t>
                                  </w:r>
                                  <w:r>
                                    <w:rPr>
                                      <w:vertAlign w:val="superscript"/>
                                    </w:rPr>
                                    <w:t>o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0B21BDBC" id="Text Box 55" o:spid="_x0000_s1030" type="#_x0000_t202" style="position:absolute;margin-left:41.05pt;margin-top:15.4pt;width:45.35pt;height:25.25pt;z-index:2518149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" filled="f" stroked="f" strokeweight=".5pt">
                      <v:textbox>
                        <w:txbxContent>
                          <w:p w14:paraId="32C2CBBE" w14:textId="77777777" w:rsidR="004C7AB3" w:rsidRPr="00FE19F8" w:rsidRDefault="004C7AB3" w:rsidP="004C7AB3">
                            <w:r>
                              <w:t>75</w:t>
                            </w:r>
                            <w:r>
                              <w:rPr>
                                <w:vertAlign w:val="superscript"/>
                              </w:rPr>
                              <w:t>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C7AB3">
              <w:rPr>
                <w:rFonts w:ascii="Century Gothic" w:hAnsi="Century Gothic" w:cs="Tahoma"/>
              </w:rPr>
              <mc:AlternateContent>
                <mc:Choice Requires="wps">
                  <w:drawing>
                    <wp:anchor distT="0" distB="0" distL="114300" distR="114300" simplePos="0" relativeHeight="251813888" behindDoc="0" locked="0" layoutInCell="1" allowOverlap="1" wp14:anchorId="366B3FD7" wp14:editId="4B7CE668">
                      <wp:simplePos x="0" y="0"/>
                      <wp:positionH relativeFrom="column">
                        <wp:posOffset>654050</wp:posOffset>
                      </wp:positionH>
                      <wp:positionV relativeFrom="paragraph">
                        <wp:posOffset>424815</wp:posOffset>
                      </wp:positionV>
                      <wp:extent cx="575945" cy="320675"/>
                      <wp:effectExtent l="0" t="0" r="0" b="0"/>
                      <wp:wrapNone/>
                      <wp:docPr id="56" name="Text Box 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75945" cy="3206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60F0B7E" w14:textId="77777777" w:rsidR="004C7AB3" w:rsidRDefault="004C7AB3" w:rsidP="004C7AB3">
                                  <w:r>
                                    <w:t>5cm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366B3FD7" id="Text Box 56" o:spid="_x0000_s1031" type="#_x0000_t202" style="position:absolute;margin-left:51.5pt;margin-top:33.45pt;width:45.35pt;height:25.25pt;z-index:2518138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" filled="f" stroked="f" strokeweight=".5pt">
                      <v:textbox>
                        <w:txbxContent>
                          <w:p w14:paraId="760F0B7E" w14:textId="77777777" w:rsidR="004C7AB3" w:rsidRDefault="004C7AB3" w:rsidP="004C7AB3">
                            <w:r>
                              <w:t>5cm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23A9384D" w14:textId="77777777" w:rsidR="004C7AB3" w:rsidRPr="004C7AB3" w:rsidRDefault="004C7AB3" w:rsidP="00EA5960">
            <w:pPr>
              <w:spacing w:before="120" w:after="0" w:line="240" w:lineRule="auto"/>
              <w:rPr>
                <w:rFonts w:ascii="Century Gothic" w:hAnsi="Century Gothic" w:cs="Tahoma"/>
              </w:rPr>
            </w:pPr>
          </w:p>
        </w:tc>
        <w:tc>
          <w:tcPr>
            <w:tcW w:w="6237" w:type="dxa"/>
            <w:gridSpan w:val="3"/>
            <w:tcBorders>
              <w:left w:val="nil"/>
            </w:tcBorders>
          </w:tcPr>
          <w:p w14:paraId="2DE1A123" w14:textId="77777777" w:rsidR="004C7AB3" w:rsidRPr="004C7AB3" w:rsidRDefault="004C7AB3" w:rsidP="00EA5960">
            <w:pPr>
              <w:spacing w:before="120" w:after="0" w:line="240" w:lineRule="auto"/>
              <w:rPr>
                <w:rFonts w:ascii="Century Gothic" w:hAnsi="Century Gothic" w:cs="Tahoma"/>
              </w:rPr>
            </w:pPr>
            <w:r w:rsidRPr="004C7AB3">
              <w:rPr>
                <w:rFonts w:ascii="Century Gothic" w:hAnsi="Century Gothic"/>
                <w:noProof/>
                <w:lang w:eastAsia="en-GB"/>
              </w:rPr>
              <w:drawing>
                <wp:anchor distT="0" distB="0" distL="114300" distR="114300" simplePos="0" relativeHeight="251811840" behindDoc="0" locked="0" layoutInCell="1" allowOverlap="1" wp14:anchorId="11A012AE" wp14:editId="44F94A18">
                  <wp:simplePos x="0" y="0"/>
                  <wp:positionH relativeFrom="column">
                    <wp:posOffset>3446145</wp:posOffset>
                  </wp:positionH>
                  <wp:positionV relativeFrom="paragraph">
                    <wp:posOffset>1137149</wp:posOffset>
                  </wp:positionV>
                  <wp:extent cx="572135" cy="401320"/>
                  <wp:effectExtent l="0" t="0" r="0" b="5080"/>
                  <wp:wrapNone/>
                  <wp:docPr id="60" name="Picture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MathsZest Logo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2135" cy="401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39932521" w14:textId="06DC8F12" w:rsidR="00437093" w:rsidRDefault="00437093" w:rsidP="000A7C28">
      <w:pPr>
        <w:spacing w:after="120"/>
        <w:rPr>
          <w:rFonts w:ascii="Kristen ITC" w:hAnsi="Kristen ITC"/>
          <w:b/>
        </w:rPr>
      </w:pPr>
    </w:p>
    <w:sectPr w:rsidR="00437093" w:rsidSect="0052511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Print">
    <w:panose1 w:val="02000800000000000000"/>
    <w:charset w:val="00"/>
    <w:family w:val="auto"/>
    <w:pitch w:val="variable"/>
    <w:sig w:usb0="0000028F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8243CA"/>
    <w:multiLevelType w:val="hybridMultilevel"/>
    <w:tmpl w:val="6E44C82E"/>
    <w:lvl w:ilvl="0" w:tplc="4B14D4C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E40DE8"/>
    <w:multiLevelType w:val="hybridMultilevel"/>
    <w:tmpl w:val="6E44C82E"/>
    <w:lvl w:ilvl="0" w:tplc="4B14D4C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1D41"/>
    <w:rsid w:val="000123A8"/>
    <w:rsid w:val="00022170"/>
    <w:rsid w:val="00031E8C"/>
    <w:rsid w:val="00037A50"/>
    <w:rsid w:val="00072244"/>
    <w:rsid w:val="000826B9"/>
    <w:rsid w:val="00083325"/>
    <w:rsid w:val="000A43CA"/>
    <w:rsid w:val="000A63AF"/>
    <w:rsid w:val="000A7C28"/>
    <w:rsid w:val="000B2B5E"/>
    <w:rsid w:val="000B420F"/>
    <w:rsid w:val="000B4287"/>
    <w:rsid w:val="000B5390"/>
    <w:rsid w:val="000C29BE"/>
    <w:rsid w:val="000C4C58"/>
    <w:rsid w:val="000D754C"/>
    <w:rsid w:val="000F6BFE"/>
    <w:rsid w:val="0010697E"/>
    <w:rsid w:val="001274D6"/>
    <w:rsid w:val="001279F5"/>
    <w:rsid w:val="00130352"/>
    <w:rsid w:val="00143BE1"/>
    <w:rsid w:val="00150843"/>
    <w:rsid w:val="001548A4"/>
    <w:rsid w:val="001826A9"/>
    <w:rsid w:val="00186A03"/>
    <w:rsid w:val="00187009"/>
    <w:rsid w:val="00194026"/>
    <w:rsid w:val="001A1D1C"/>
    <w:rsid w:val="001A6603"/>
    <w:rsid w:val="001A68F7"/>
    <w:rsid w:val="001D484E"/>
    <w:rsid w:val="001E23CA"/>
    <w:rsid w:val="001E511C"/>
    <w:rsid w:val="0020304D"/>
    <w:rsid w:val="00213253"/>
    <w:rsid w:val="00213C21"/>
    <w:rsid w:val="00214677"/>
    <w:rsid w:val="0027205A"/>
    <w:rsid w:val="002774AB"/>
    <w:rsid w:val="00285B36"/>
    <w:rsid w:val="00292BBA"/>
    <w:rsid w:val="00293A17"/>
    <w:rsid w:val="00293BEA"/>
    <w:rsid w:val="00296DE9"/>
    <w:rsid w:val="002B177C"/>
    <w:rsid w:val="002B63A6"/>
    <w:rsid w:val="002C69D4"/>
    <w:rsid w:val="002D1978"/>
    <w:rsid w:val="002D25E6"/>
    <w:rsid w:val="002D4D8B"/>
    <w:rsid w:val="002D5D86"/>
    <w:rsid w:val="002E3F24"/>
    <w:rsid w:val="00304404"/>
    <w:rsid w:val="0031452F"/>
    <w:rsid w:val="003201EB"/>
    <w:rsid w:val="00325E6D"/>
    <w:rsid w:val="00327C60"/>
    <w:rsid w:val="00333535"/>
    <w:rsid w:val="00335F11"/>
    <w:rsid w:val="003376C1"/>
    <w:rsid w:val="00347394"/>
    <w:rsid w:val="00355931"/>
    <w:rsid w:val="003746A9"/>
    <w:rsid w:val="0037571F"/>
    <w:rsid w:val="003D2767"/>
    <w:rsid w:val="003E68F7"/>
    <w:rsid w:val="003F51D8"/>
    <w:rsid w:val="004015EA"/>
    <w:rsid w:val="0040790B"/>
    <w:rsid w:val="0041226A"/>
    <w:rsid w:val="00436C34"/>
    <w:rsid w:val="00437093"/>
    <w:rsid w:val="00450FDD"/>
    <w:rsid w:val="00461E42"/>
    <w:rsid w:val="0049275B"/>
    <w:rsid w:val="004A46A3"/>
    <w:rsid w:val="004B4B58"/>
    <w:rsid w:val="004B626C"/>
    <w:rsid w:val="004B64DA"/>
    <w:rsid w:val="004C1FAF"/>
    <w:rsid w:val="004C7AB3"/>
    <w:rsid w:val="004F2AEE"/>
    <w:rsid w:val="00503BC5"/>
    <w:rsid w:val="00505FC9"/>
    <w:rsid w:val="00513335"/>
    <w:rsid w:val="00514B6B"/>
    <w:rsid w:val="00515D3B"/>
    <w:rsid w:val="00525119"/>
    <w:rsid w:val="00527D73"/>
    <w:rsid w:val="00543ABF"/>
    <w:rsid w:val="005571E9"/>
    <w:rsid w:val="00561D0D"/>
    <w:rsid w:val="00575446"/>
    <w:rsid w:val="00580957"/>
    <w:rsid w:val="00595258"/>
    <w:rsid w:val="005C147F"/>
    <w:rsid w:val="005C5905"/>
    <w:rsid w:val="005D29ED"/>
    <w:rsid w:val="005D4827"/>
    <w:rsid w:val="005E1266"/>
    <w:rsid w:val="005E467E"/>
    <w:rsid w:val="005E469A"/>
    <w:rsid w:val="006011C8"/>
    <w:rsid w:val="00601A47"/>
    <w:rsid w:val="00603453"/>
    <w:rsid w:val="00615611"/>
    <w:rsid w:val="00633A9B"/>
    <w:rsid w:val="0064471D"/>
    <w:rsid w:val="006526CC"/>
    <w:rsid w:val="00652D59"/>
    <w:rsid w:val="00662FA2"/>
    <w:rsid w:val="00666176"/>
    <w:rsid w:val="00674C3D"/>
    <w:rsid w:val="006866A3"/>
    <w:rsid w:val="00687920"/>
    <w:rsid w:val="006C37A5"/>
    <w:rsid w:val="006C37E5"/>
    <w:rsid w:val="006C5C00"/>
    <w:rsid w:val="006D1E8E"/>
    <w:rsid w:val="006E5C4D"/>
    <w:rsid w:val="006F185A"/>
    <w:rsid w:val="006F6168"/>
    <w:rsid w:val="0070395D"/>
    <w:rsid w:val="00705472"/>
    <w:rsid w:val="00712C99"/>
    <w:rsid w:val="00714102"/>
    <w:rsid w:val="00727B2C"/>
    <w:rsid w:val="00751081"/>
    <w:rsid w:val="0075325F"/>
    <w:rsid w:val="00766A10"/>
    <w:rsid w:val="00767383"/>
    <w:rsid w:val="00787CB3"/>
    <w:rsid w:val="007A1E0D"/>
    <w:rsid w:val="007B4226"/>
    <w:rsid w:val="007D5D58"/>
    <w:rsid w:val="007E2C1A"/>
    <w:rsid w:val="007F06CD"/>
    <w:rsid w:val="007F69F9"/>
    <w:rsid w:val="00812A7E"/>
    <w:rsid w:val="00831D41"/>
    <w:rsid w:val="00840927"/>
    <w:rsid w:val="00847CB4"/>
    <w:rsid w:val="00857220"/>
    <w:rsid w:val="008612B7"/>
    <w:rsid w:val="0087251A"/>
    <w:rsid w:val="00876A8E"/>
    <w:rsid w:val="0088018E"/>
    <w:rsid w:val="00884433"/>
    <w:rsid w:val="008B0A17"/>
    <w:rsid w:val="008B0E29"/>
    <w:rsid w:val="008B5103"/>
    <w:rsid w:val="008D5C13"/>
    <w:rsid w:val="008D76D7"/>
    <w:rsid w:val="008E29DA"/>
    <w:rsid w:val="0090117B"/>
    <w:rsid w:val="00901228"/>
    <w:rsid w:val="009118B1"/>
    <w:rsid w:val="0094070B"/>
    <w:rsid w:val="0095325A"/>
    <w:rsid w:val="00955F4B"/>
    <w:rsid w:val="00971AEF"/>
    <w:rsid w:val="0098373C"/>
    <w:rsid w:val="0099142F"/>
    <w:rsid w:val="00993CDB"/>
    <w:rsid w:val="00995392"/>
    <w:rsid w:val="00995FC3"/>
    <w:rsid w:val="009A3834"/>
    <w:rsid w:val="009A60A5"/>
    <w:rsid w:val="009B31E5"/>
    <w:rsid w:val="009B576B"/>
    <w:rsid w:val="009B79BD"/>
    <w:rsid w:val="009C1E25"/>
    <w:rsid w:val="009C2FD3"/>
    <w:rsid w:val="009C34C1"/>
    <w:rsid w:val="009C5F92"/>
    <w:rsid w:val="009C633F"/>
    <w:rsid w:val="009D1DB3"/>
    <w:rsid w:val="009D5957"/>
    <w:rsid w:val="009D6BD1"/>
    <w:rsid w:val="009D6D4A"/>
    <w:rsid w:val="009E3710"/>
    <w:rsid w:val="00A06D07"/>
    <w:rsid w:val="00A13034"/>
    <w:rsid w:val="00A15BBF"/>
    <w:rsid w:val="00A458C3"/>
    <w:rsid w:val="00A7076D"/>
    <w:rsid w:val="00A72B2C"/>
    <w:rsid w:val="00A74586"/>
    <w:rsid w:val="00A81955"/>
    <w:rsid w:val="00AB54E4"/>
    <w:rsid w:val="00AD04E8"/>
    <w:rsid w:val="00AD1307"/>
    <w:rsid w:val="00AD3264"/>
    <w:rsid w:val="00AD3C1A"/>
    <w:rsid w:val="00AD4D3A"/>
    <w:rsid w:val="00AE4D2A"/>
    <w:rsid w:val="00B07CF2"/>
    <w:rsid w:val="00B109EA"/>
    <w:rsid w:val="00B4333B"/>
    <w:rsid w:val="00B5418F"/>
    <w:rsid w:val="00B658D1"/>
    <w:rsid w:val="00B72752"/>
    <w:rsid w:val="00B8569F"/>
    <w:rsid w:val="00B94DA2"/>
    <w:rsid w:val="00B96458"/>
    <w:rsid w:val="00BA1603"/>
    <w:rsid w:val="00BA2BBF"/>
    <w:rsid w:val="00BA7CD3"/>
    <w:rsid w:val="00BB35EA"/>
    <w:rsid w:val="00BD3C7E"/>
    <w:rsid w:val="00BE22E8"/>
    <w:rsid w:val="00BE7AC9"/>
    <w:rsid w:val="00BF0AC1"/>
    <w:rsid w:val="00BF358F"/>
    <w:rsid w:val="00BF76DE"/>
    <w:rsid w:val="00C06B52"/>
    <w:rsid w:val="00C079A8"/>
    <w:rsid w:val="00C11495"/>
    <w:rsid w:val="00C240D5"/>
    <w:rsid w:val="00C261E2"/>
    <w:rsid w:val="00C41860"/>
    <w:rsid w:val="00C43E1E"/>
    <w:rsid w:val="00C52126"/>
    <w:rsid w:val="00C53B88"/>
    <w:rsid w:val="00C60271"/>
    <w:rsid w:val="00C77447"/>
    <w:rsid w:val="00C9225A"/>
    <w:rsid w:val="00CA332A"/>
    <w:rsid w:val="00CA75E9"/>
    <w:rsid w:val="00CF24C6"/>
    <w:rsid w:val="00D017AE"/>
    <w:rsid w:val="00D06317"/>
    <w:rsid w:val="00D142ED"/>
    <w:rsid w:val="00D14B22"/>
    <w:rsid w:val="00D239A9"/>
    <w:rsid w:val="00D24655"/>
    <w:rsid w:val="00D26238"/>
    <w:rsid w:val="00D278F3"/>
    <w:rsid w:val="00D51195"/>
    <w:rsid w:val="00D63807"/>
    <w:rsid w:val="00D657D6"/>
    <w:rsid w:val="00DB180C"/>
    <w:rsid w:val="00DB511B"/>
    <w:rsid w:val="00DC43DF"/>
    <w:rsid w:val="00DD0D75"/>
    <w:rsid w:val="00E037E5"/>
    <w:rsid w:val="00E20822"/>
    <w:rsid w:val="00E27ACC"/>
    <w:rsid w:val="00E30CD6"/>
    <w:rsid w:val="00E33C5E"/>
    <w:rsid w:val="00E3559C"/>
    <w:rsid w:val="00E7749A"/>
    <w:rsid w:val="00E86CC7"/>
    <w:rsid w:val="00E907F4"/>
    <w:rsid w:val="00E95687"/>
    <w:rsid w:val="00E9577D"/>
    <w:rsid w:val="00E96E36"/>
    <w:rsid w:val="00EB1911"/>
    <w:rsid w:val="00EB65D1"/>
    <w:rsid w:val="00EC0572"/>
    <w:rsid w:val="00EC4CCA"/>
    <w:rsid w:val="00EF692F"/>
    <w:rsid w:val="00F11D9B"/>
    <w:rsid w:val="00F21F8D"/>
    <w:rsid w:val="00F303CE"/>
    <w:rsid w:val="00F3678B"/>
    <w:rsid w:val="00F52111"/>
    <w:rsid w:val="00F6389A"/>
    <w:rsid w:val="00F67891"/>
    <w:rsid w:val="00F75B57"/>
    <w:rsid w:val="00F80B7D"/>
    <w:rsid w:val="00F8416B"/>
    <w:rsid w:val="00FA673D"/>
    <w:rsid w:val="00FB0E81"/>
    <w:rsid w:val="00FB3CD8"/>
    <w:rsid w:val="00FC33D1"/>
    <w:rsid w:val="00FC470D"/>
    <w:rsid w:val="00FD01D3"/>
    <w:rsid w:val="00FD4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0D9230"/>
  <w15:docId w15:val="{35555A8C-02A4-0549-871D-62632A370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A63AF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251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251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5119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0A43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PlaceholderText">
    <w:name w:val="Placeholder Text"/>
    <w:basedOn w:val="DefaultParagraphFont"/>
    <w:uiPriority w:val="99"/>
    <w:semiHidden/>
    <w:rsid w:val="00EC4CCA"/>
    <w:rPr>
      <w:color w:val="808080"/>
    </w:rPr>
  </w:style>
  <w:style w:type="paragraph" w:styleId="ListParagraph">
    <w:name w:val="List Paragraph"/>
    <w:basedOn w:val="Normal"/>
    <w:uiPriority w:val="34"/>
    <w:qFormat/>
    <w:rsid w:val="007F06CD"/>
    <w:pPr>
      <w:spacing w:after="0" w:line="240" w:lineRule="auto"/>
      <w:ind w:left="720"/>
      <w:contextualSpacing/>
    </w:pPr>
    <w:rPr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911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d.docs.live.net/02377298a91b593d/Mathszest/Resources/BBQs/BBQ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BBQ%20Template.dotx</Template>
  <TotalTime>1</TotalTime>
  <Pages>1</Pages>
  <Words>126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Nikki Cooper</dc:creator>
  <cp:lastModifiedBy>Nikki Cooper</cp:lastModifiedBy>
  <cp:revision>8</cp:revision>
  <dcterms:created xsi:type="dcterms:W3CDTF">2019-05-30T18:26:00Z</dcterms:created>
  <dcterms:modified xsi:type="dcterms:W3CDTF">2019-05-30T18:27:00Z</dcterms:modified>
</cp:coreProperties>
</file>